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7410C3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25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26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C93A67">
                                  <w:fldChar w:fldCharType="begin"/>
                                </w:r>
                                <w:r w:rsidR="00C93A67">
                                  <w:instrText xml:space="preserve"> FILENAME   \* MERGEFORMAT </w:instrText>
                                </w:r>
                                <w:r w:rsidR="00C93A67">
                                  <w:fldChar w:fldCharType="separate"/>
                                </w:r>
                                <w:r w:rsidR="00791627" w:rsidRPr="00791627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HW125</w:t>
                                </w:r>
                                <w:r w:rsidR="00791627">
                                  <w:rPr>
                                    <w:noProof/>
                                  </w:rPr>
                                  <w:t>_RhombusArea</w:t>
                                </w:r>
                                <w:r w:rsidR="00C93A67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BC7A8F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Tue, 24 Mar 2015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8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7728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C93A67">
                            <w:fldChar w:fldCharType="begin"/>
                          </w:r>
                          <w:r w:rsidR="00C93A67">
                            <w:instrText xml:space="preserve"> FILENAME   \* MERGEFORMAT </w:instrText>
                          </w:r>
                          <w:r w:rsidR="00C93A67">
                            <w:fldChar w:fldCharType="separate"/>
                          </w:r>
                          <w:r w:rsidR="00791627" w:rsidRPr="00791627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HW125</w:t>
                          </w:r>
                          <w:r w:rsidR="00791627">
                            <w:rPr>
                              <w:noProof/>
                            </w:rPr>
                            <w:t>_RhombusArea</w:t>
                          </w:r>
                          <w:r w:rsidR="00C93A67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BC7A8F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Tue, 24 Mar 2015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RDcMA&#10;AADbAAAADwAAAGRycy9kb3ducmV2LnhtbESPT2vCQBTE70K/w/KEXkQ3Ff/U6CoiFHtNLCXHR/Y1&#10;Ce6+DdmNpt++KxQ8DjPzG2Z3GKwRN+p841jB2ywBQVw63XCl4OvyMX0H4QOyRuOYFPySh8P+ZbTD&#10;VLs7Z3TLQyUihH2KCuoQ2lRKX9Zk0c9cSxy9H9dZDFF2ldQd3iPcGjlPkpW02HBcqLGlU03lNe+t&#10;AvndF322WFxNHibZpjCb87LVSr2Oh+MWRKAhPMP/7U+tYL6Gx5f4A+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cRDcMAAADbAAAADwAAAAAAAAAAAAAAAACYAgAAZHJzL2Rv&#10;d25yZXYueG1sUEsFBgAAAAAEAAQA9QAAAIg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4X6a/AAAA2wAAAA8AAABkcnMvZG93bnJldi54bWxET0tuwjAQ3SNxB2uQugMbihANGISoKljS&#10;0AOM4iFOG49D7IT09vUCqcun99/uB1eLntpQedYwnykQxIU3FZcavq4f0zWIEJEN1p5Jwy8F2O/G&#10;oy1mxj/4k/o8liKFcMhQg42xyaQMhSWHYeYb4sTdfOswJtiW0rT4SOGulgulVtJhxanBYkNHS8VP&#10;3jkNfWfeFNnu9Xv57i6n02qZ39VZ65fJcNiAiDTEf/HTfTYaFmls+pJ+gNz9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muF+mvwAAANsAAAAPAAAAAAAAAAAAAAAAAJ8CAABk&#10;cnMvZG93bnJldi54bWxQSwUGAAAAAAQABAD3AAAAiw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791627" w:rsidRPr="00BC45B2" w:rsidRDefault="00791627" w:rsidP="00791627">
      <w:pPr>
        <w:rPr>
          <w:rFonts w:cs="Calibri"/>
          <w:b/>
        </w:rPr>
      </w:pPr>
      <w:r w:rsidRPr="00BC45B2">
        <w:rPr>
          <w:rFonts w:cs="Calibri"/>
          <w:b/>
        </w:rPr>
        <w:t xml:space="preserve">Failure to show all work </w:t>
      </w:r>
      <w:r>
        <w:rPr>
          <w:rFonts w:cs="Calibri"/>
          <w:b/>
        </w:rPr>
        <w:t xml:space="preserve">(including drawing &amp; labeling shapes) </w:t>
      </w:r>
      <w:r w:rsidRPr="00BC45B2">
        <w:rPr>
          <w:rFonts w:cs="Calibri"/>
          <w:b/>
        </w:rPr>
        <w:t>will result in LaSalle!</w:t>
      </w:r>
    </w:p>
    <w:p w:rsidR="00791627" w:rsidRPr="00BC45B2" w:rsidRDefault="00791627" w:rsidP="00791627">
      <w:pPr>
        <w:rPr>
          <w:vanish/>
        </w:rPr>
      </w:pPr>
    </w:p>
    <w:p w:rsidR="00791627" w:rsidRDefault="00791627" w:rsidP="00791627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409"/>
        <w:gridCol w:w="5381"/>
      </w:tblGrid>
      <w:tr w:rsidR="00791627" w:rsidTr="00CF2641">
        <w:tc>
          <w:tcPr>
            <w:tcW w:w="5508" w:type="dxa"/>
          </w:tcPr>
          <w:p w:rsidR="000E0F12" w:rsidRPr="000E0F12" w:rsidRDefault="000E0F12" w:rsidP="000E0F12">
            <w:pPr>
              <w:pStyle w:val="ListParagraph"/>
              <w:numPr>
                <w:ilvl w:val="0"/>
                <w:numId w:val="7"/>
              </w:numPr>
              <w:rPr>
                <w:rFonts w:cs="Cambria"/>
              </w:rPr>
            </w:pPr>
            <w:r w:rsidRPr="004A14FA">
              <w:t xml:space="preserve">One </w:t>
            </w:r>
            <w:r w:rsidRPr="000E0F12">
              <w:rPr>
                <w:b/>
              </w:rPr>
              <w:t>diagonal</w:t>
            </w:r>
            <w:r w:rsidRPr="004A14FA">
              <w:t xml:space="preserve"> of a rhombus is </w:t>
            </w:r>
            <w:r w:rsidRPr="000E0F12">
              <w:rPr>
                <w:color w:val="FF0000"/>
              </w:rPr>
              <w:t>6 inches</w:t>
            </w:r>
            <w:r w:rsidRPr="004A14FA">
              <w:t xml:space="preserve"> and the other is </w:t>
            </w:r>
            <w:r w:rsidRPr="000E0F12">
              <w:rPr>
                <w:color w:val="3366FF"/>
              </w:rPr>
              <w:t>8 inches</w:t>
            </w:r>
            <w:r w:rsidRPr="004A14FA">
              <w:t>.</w:t>
            </w:r>
          </w:p>
          <w:p w:rsidR="000E0F12" w:rsidRPr="004A14FA" w:rsidRDefault="007410C3" w:rsidP="000E0F12">
            <w:pPr>
              <w:rPr>
                <w:rFonts w:cs="Cambria"/>
              </w:rPr>
            </w:pPr>
            <w:r>
              <w:rPr>
                <w:rFonts w:cs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139700</wp:posOffset>
                      </wp:positionV>
                      <wp:extent cx="698500" cy="914400"/>
                      <wp:effectExtent l="6350" t="15240" r="9525" b="32385"/>
                      <wp:wrapNone/>
                      <wp:docPr id="2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12765" id="Line 1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pt,11pt" to="87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" strokecolor="red" strokeweight="1pt">
                      <v:fill o:detectmouseclick="t"/>
                      <v:stroke dashstyle="1 1" endcap="round"/>
                      <v:shadow on="t" opacity="22938f" offset="0"/>
                    </v:line>
                  </w:pict>
                </mc:Fallback>
              </mc:AlternateContent>
            </w:r>
          </w:p>
          <w:p w:rsidR="000E0F12" w:rsidRPr="004A14FA" w:rsidRDefault="007410C3" w:rsidP="000E0F12">
            <w:pPr>
              <w:rPr>
                <w:rFonts w:cs="Cambria"/>
              </w:rPr>
            </w:pPr>
            <w:r>
              <w:rPr>
                <w:rFonts w:cs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12065</wp:posOffset>
                      </wp:positionV>
                      <wp:extent cx="266700" cy="304800"/>
                      <wp:effectExtent l="0" t="3810" r="0" b="0"/>
                      <wp:wrapNone/>
                      <wp:docPr id="22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0F12" w:rsidRDefault="000E0F12" w:rsidP="000E0F12">
                                  <w:proofErr w:type="gramStart"/>
                                  <w: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31" type="#_x0000_t202" style="position:absolute;margin-left:42pt;margin-top:.95pt;width:21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" filled="f" stroked="f">
                      <v:textbox inset=",7.2pt,,7.2pt">
                        <w:txbxContent>
                          <w:p w:rsidR="000E0F12" w:rsidRDefault="000E0F12" w:rsidP="000E0F12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-19685</wp:posOffset>
                      </wp:positionV>
                      <wp:extent cx="1358900" cy="901700"/>
                      <wp:effectExtent l="15875" t="10160" r="15875" b="40640"/>
                      <wp:wrapNone/>
                      <wp:docPr id="2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0" cy="901700"/>
                              </a:xfrm>
                              <a:prstGeom prst="parallelogram">
                                <a:avLst>
                                  <a:gd name="adj" fmla="val 37676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A60804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 11" o:spid="_x0000_s1026" type="#_x0000_t7" style="position:absolute;margin-left:6.5pt;margin-top:-1.55pt;width:107pt;height:7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" filled="f" fillcolor="#9bc1ff" strokeweight="1pt">
                      <v:fill color2="#3f80cd" focus="100%" type="gradient">
                        <o:fill v:ext="view" type="gradientUnscaled"/>
                      </v:fill>
                      <v:shadow on="t" opacity="22938f" offset="0"/>
                      <v:textbox inset=",7.2pt,,7.2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37465</wp:posOffset>
                      </wp:positionV>
                      <wp:extent cx="1282700" cy="825500"/>
                      <wp:effectExtent l="12700" t="10160" r="9525" b="40640"/>
                      <wp:wrapNone/>
                      <wp:docPr id="20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82700" cy="8255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3366F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D1A043" id="Line 13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pt,2.95pt" to="111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" strokecolor="#36f" strokeweight="1pt">
                      <v:fill o:detectmouseclick="t"/>
                      <v:stroke dashstyle="1 1" endcap="round"/>
                      <v:shadow on="t" opacity="22938f" offset="0"/>
                    </v:line>
                  </w:pict>
                </mc:Fallback>
              </mc:AlternateContent>
            </w:r>
          </w:p>
          <w:p w:rsidR="000E0F12" w:rsidRPr="004A14FA" w:rsidRDefault="007410C3" w:rsidP="000E0F12">
            <w:pPr>
              <w:rPr>
                <w:rFonts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-13970</wp:posOffset>
                      </wp:positionV>
                      <wp:extent cx="266700" cy="304800"/>
                      <wp:effectExtent l="0" t="0" r="0" b="1270"/>
                      <wp:wrapNone/>
                      <wp:docPr id="19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0F12" w:rsidRDefault="000E0F12" w:rsidP="000E0F12">
                                  <w:proofErr w:type="gramStart"/>
                                  <w: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2" type="#_x0000_t202" style="position:absolute;margin-left:6pt;margin-top:-1.1pt;width:21pt;height:2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" filled="f" stroked="f">
                      <v:textbox inset=",7.2pt,,7.2pt">
                        <w:txbxContent>
                          <w:p w:rsidR="000E0F12" w:rsidRDefault="000E0F12" w:rsidP="000E0F12">
                            <w:proofErr w:type="gramStart"/>
                            <w:r>
                              <w:t>c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E0F12" w:rsidRDefault="007410C3" w:rsidP="000E0F12">
            <w:pPr>
              <w:rPr>
                <w:rFonts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99060</wp:posOffset>
                      </wp:positionV>
                      <wp:extent cx="266700" cy="304800"/>
                      <wp:effectExtent l="0" t="0" r="3175" b="635"/>
                      <wp:wrapNone/>
                      <wp:docPr id="18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0F12" w:rsidRDefault="000E0F12" w:rsidP="000E0F12">
                                  <w:proofErr w:type="gramStart"/>
                                  <w: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3" type="#_x0000_t202" style="position:absolute;margin-left:26pt;margin-top:7.8pt;width:21pt;height:2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" filled="f" stroked="f">
                      <v:textbox inset=",7.2pt,,7.2pt">
                        <w:txbxContent>
                          <w:p w:rsidR="000E0F12" w:rsidRDefault="000E0F12" w:rsidP="000E0F12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23495</wp:posOffset>
                      </wp:positionV>
                      <wp:extent cx="120015" cy="113665"/>
                      <wp:effectExtent l="39370" t="38100" r="40640" b="67310"/>
                      <wp:wrapNone/>
                      <wp:docPr id="1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9569351">
                                <a:off x="0" y="0"/>
                                <a:ext cx="120015" cy="113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8859D" id="Rectangle 14" o:spid="_x0000_s1026" style="position:absolute;margin-left:49.6pt;margin-top:1.85pt;width:9.45pt;height:8.95pt;rotation:-2218010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" filled="f" fillcolor="#9bc1ff">
                      <v:fill color2="#3f80cd" focus="100%" type="gradient">
                        <o:fill v:ext="view" type="gradientUnscaled"/>
                      </v:fill>
                      <v:shadow on="t" opacity="22938f" offset="0"/>
                      <v:textbox inset=",7.2pt,,7.2pt"/>
                    </v:rect>
                  </w:pict>
                </mc:Fallback>
              </mc:AlternateContent>
            </w:r>
          </w:p>
          <w:p w:rsidR="000E0F12" w:rsidRDefault="000E0F12" w:rsidP="000E0F12">
            <w:pPr>
              <w:rPr>
                <w:rFonts w:cs="Cambria"/>
              </w:rPr>
            </w:pPr>
          </w:p>
          <w:p w:rsidR="000E0F12" w:rsidRPr="004A14FA" w:rsidRDefault="000E0F12" w:rsidP="000E0F12">
            <w:pPr>
              <w:rPr>
                <w:rFonts w:cs="Cambria"/>
              </w:rPr>
            </w:pPr>
          </w:p>
          <w:p w:rsidR="000E0F12" w:rsidRDefault="000E0F12" w:rsidP="000E0F12">
            <w:pPr>
              <w:rPr>
                <w:rFonts w:cs="Cambria"/>
              </w:rPr>
            </w:pPr>
          </w:p>
          <w:p w:rsidR="000E0F12" w:rsidRPr="0095596F" w:rsidRDefault="000E0F12" w:rsidP="000E0F12">
            <w:pPr>
              <w:rPr>
                <w:rFonts w:cs="Cambria"/>
                <w:i/>
                <w:color w:val="FF0000"/>
              </w:rPr>
            </w:pPr>
            <w:r w:rsidRPr="004A14FA">
              <w:rPr>
                <w:rFonts w:cs="Cambria"/>
              </w:rPr>
              <w:t>a.</w:t>
            </w:r>
            <w:r>
              <w:rPr>
                <w:rFonts w:cs="Cambria"/>
              </w:rPr>
              <w:t xml:space="preserve">  Label the lengths of ‘a’ and ‘b’</w:t>
            </w:r>
            <w:r w:rsidRPr="004A14FA">
              <w:rPr>
                <w:rFonts w:cs="Cambria"/>
              </w:rPr>
              <w:t xml:space="preserve"> </w:t>
            </w:r>
            <w:r>
              <w:rPr>
                <w:rFonts w:cs="Cambria"/>
              </w:rPr>
              <w:t xml:space="preserve">  </w:t>
            </w:r>
            <w:r>
              <w:rPr>
                <w:rFonts w:cs="Cambria"/>
                <w:i/>
                <w:color w:val="FF0000"/>
              </w:rPr>
              <w:t>(remember that ‘a’ is half of 6 and ‘b’ is half of 8)</w:t>
            </w:r>
          </w:p>
          <w:p w:rsidR="000E0F12" w:rsidRDefault="000E0F12" w:rsidP="000E0F12">
            <w:pPr>
              <w:rPr>
                <w:rFonts w:cs="Cambria"/>
              </w:rPr>
            </w:pPr>
          </w:p>
          <w:p w:rsidR="000E0F12" w:rsidRPr="0095596F" w:rsidRDefault="000E0F12" w:rsidP="000E0F12">
            <w:pPr>
              <w:rPr>
                <w:rFonts w:cs="Cambria"/>
                <w:i/>
                <w:color w:val="FF0000"/>
              </w:rPr>
            </w:pPr>
            <w:proofErr w:type="gramStart"/>
            <w:r>
              <w:rPr>
                <w:rFonts w:cs="Cambria"/>
              </w:rPr>
              <w:t xml:space="preserve">b.  </w:t>
            </w:r>
            <w:r w:rsidRPr="004A14FA">
              <w:rPr>
                <w:rFonts w:cs="Cambria"/>
              </w:rPr>
              <w:t>How</w:t>
            </w:r>
            <w:proofErr w:type="gramEnd"/>
            <w:r w:rsidRPr="004A14FA">
              <w:rPr>
                <w:rFonts w:cs="Cambria"/>
              </w:rPr>
              <w:t xml:space="preserve"> long is each side of the rhombus?</w:t>
            </w:r>
            <w:r>
              <w:rPr>
                <w:rFonts w:cs="Cambria"/>
              </w:rPr>
              <w:t xml:space="preserve">  </w:t>
            </w:r>
            <w:r>
              <w:rPr>
                <w:rFonts w:cs="Cambria"/>
                <w:i/>
                <w:color w:val="FF0000"/>
              </w:rPr>
              <w:t>(use the Pythagorean Theorem)</w:t>
            </w:r>
          </w:p>
          <w:p w:rsidR="000E0F12" w:rsidRPr="004A14FA" w:rsidRDefault="000E0F12" w:rsidP="000E0F12"/>
          <w:p w:rsidR="000E0F12" w:rsidRDefault="000E0F12" w:rsidP="000E0F12"/>
          <w:p w:rsidR="000E0F12" w:rsidRPr="004A14FA" w:rsidRDefault="000E0F12" w:rsidP="000E0F12"/>
          <w:p w:rsidR="000E0F12" w:rsidRPr="004A14FA" w:rsidRDefault="000E0F12" w:rsidP="000E0F12"/>
          <w:p w:rsidR="000E0F12" w:rsidRPr="004A14FA" w:rsidRDefault="000E0F12" w:rsidP="000E0F12">
            <w:r>
              <w:t>c</w:t>
            </w:r>
            <w:r w:rsidRPr="004A14FA">
              <w:t>. Find the perimeter.</w:t>
            </w:r>
          </w:p>
          <w:p w:rsidR="000E0F12" w:rsidRDefault="000E0F12" w:rsidP="000E0F12"/>
          <w:p w:rsidR="000E0F12" w:rsidRPr="004A14FA" w:rsidRDefault="000E0F12" w:rsidP="000E0F12"/>
          <w:p w:rsidR="00791627" w:rsidRPr="00C14ABC" w:rsidRDefault="000E0F12" w:rsidP="000E0F12">
            <w:r>
              <w:t xml:space="preserve">d. Find the area.  </w:t>
            </w:r>
            <w:r>
              <w:rPr>
                <w:i/>
                <w:color w:val="FF0000"/>
              </w:rPr>
              <w:t>A = ½ (diagonal</w:t>
            </w:r>
            <w:r>
              <w:rPr>
                <w:i/>
                <w:color w:val="FF0000"/>
                <w:vertAlign w:val="subscript"/>
              </w:rPr>
              <w:t>1</w:t>
            </w:r>
            <w:r>
              <w:rPr>
                <w:i/>
                <w:color w:val="FF0000"/>
              </w:rPr>
              <w:t>)(diagonal</w:t>
            </w:r>
            <w:r>
              <w:rPr>
                <w:i/>
                <w:color w:val="FF0000"/>
                <w:vertAlign w:val="subscript"/>
              </w:rPr>
              <w:t>2</w:t>
            </w:r>
            <w:r>
              <w:rPr>
                <w:i/>
                <w:color w:val="FF0000"/>
              </w:rPr>
              <w:t>)</w:t>
            </w:r>
          </w:p>
          <w:p w:rsidR="007410C3" w:rsidRDefault="007410C3" w:rsidP="00CF2641"/>
          <w:p w:rsidR="007410C3" w:rsidRPr="00C14ABC" w:rsidRDefault="007410C3" w:rsidP="00CF2641"/>
          <w:p w:rsidR="00791627" w:rsidRPr="00C14ABC" w:rsidRDefault="00791627" w:rsidP="00CF2641"/>
        </w:tc>
        <w:tc>
          <w:tcPr>
            <w:tcW w:w="5508" w:type="dxa"/>
          </w:tcPr>
          <w:p w:rsidR="000E0F12" w:rsidRPr="004A14FA" w:rsidRDefault="000E0F12" w:rsidP="000E0F12">
            <w:r w:rsidRPr="004A14FA">
              <w:t xml:space="preserve">2) The </w:t>
            </w:r>
            <w:r w:rsidRPr="000A477F">
              <w:rPr>
                <w:color w:val="FF0000"/>
              </w:rPr>
              <w:t xml:space="preserve">diagonal </w:t>
            </w:r>
            <w:r w:rsidRPr="004A14FA">
              <w:t xml:space="preserve">of a square is </w:t>
            </w:r>
            <w:r w:rsidRPr="000A477F">
              <w:rPr>
                <w:color w:val="FF0000"/>
              </w:rPr>
              <w:t>20 cm</w:t>
            </w:r>
            <w:r w:rsidRPr="004A14FA">
              <w:t>.  Find the length of one side of the square and the perimeter of the entire square.</w:t>
            </w:r>
          </w:p>
          <w:p w:rsidR="000E0F12" w:rsidRPr="004A14FA" w:rsidRDefault="007410C3" w:rsidP="000E0F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126365</wp:posOffset>
                      </wp:positionV>
                      <wp:extent cx="266700" cy="304800"/>
                      <wp:effectExtent l="0" t="3810" r="0" b="0"/>
                      <wp:wrapNone/>
                      <wp:docPr id="16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0F12" w:rsidRDefault="000E0F12" w:rsidP="000E0F12">
                                  <w:proofErr w:type="gramStart"/>
                                  <w: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4" type="#_x0000_t202" style="position:absolute;margin-left:30.6pt;margin-top:9.95pt;width:21pt;height:2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" filled="f" stroked="f">
                      <v:textbox inset=",7.2pt,,7.2pt">
                        <w:txbxContent>
                          <w:p w:rsidR="000E0F12" w:rsidRDefault="000E0F12" w:rsidP="000E0F12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100965</wp:posOffset>
                      </wp:positionV>
                      <wp:extent cx="825500" cy="787400"/>
                      <wp:effectExtent l="9525" t="6985" r="12700" b="34290"/>
                      <wp:wrapNone/>
                      <wp:docPr id="15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25500" cy="7874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F51488" id="Line 20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6pt,7.95pt" to="77.6pt,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" strokecolor="red" strokeweight="1pt">
                      <v:fill o:detectmouseclick="t"/>
                      <v:stroke dashstyle="1 1" endcap="round"/>
                      <v:shadow on="t" opacity="22938f" offset="0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88265</wp:posOffset>
                      </wp:positionV>
                      <wp:extent cx="838200" cy="800100"/>
                      <wp:effectExtent l="9525" t="13335" r="9525" b="34290"/>
                      <wp:wrapNone/>
                      <wp:docPr id="14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820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5605BB" id="Line 19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6pt,6.95pt" to="78.6pt,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" strokecolor="red" strokeweight="1pt">
                      <v:fill o:detectmouseclick="t"/>
                      <v:stroke dashstyle="1 1" endcap="round"/>
                      <v:shadow on="t" opacity="22938f" offset="0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88265</wp:posOffset>
                      </wp:positionV>
                      <wp:extent cx="838200" cy="800100"/>
                      <wp:effectExtent l="9525" t="13335" r="9525" b="34290"/>
                      <wp:wrapNone/>
                      <wp:docPr id="1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53716" id="Rectangle 18" o:spid="_x0000_s1026" style="position:absolute;margin-left:12.6pt;margin-top:6.95pt;width:66pt;height:6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" filled="f" fillcolor="#9bc1ff" strokeweight="1pt">
                      <v:fill color2="#3f80cd" focus="100%" type="gradient">
                        <o:fill v:ext="view" type="gradientUnscaled"/>
                      </v:fill>
                      <v:shadow on="t" opacity="22938f" offset="0"/>
                      <v:textbox inset=",7.2pt,,7.2pt"/>
                    </v:rect>
                  </w:pict>
                </mc:Fallback>
              </mc:AlternateContent>
            </w:r>
          </w:p>
          <w:p w:rsidR="000E0F12" w:rsidRPr="004A14FA" w:rsidRDefault="000E0F12" w:rsidP="000E0F12">
            <w:pPr>
              <w:rPr>
                <w:b/>
              </w:rPr>
            </w:pPr>
          </w:p>
          <w:p w:rsidR="000E0F12" w:rsidRPr="004A14FA" w:rsidRDefault="007410C3" w:rsidP="000E0F12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149860</wp:posOffset>
                      </wp:positionV>
                      <wp:extent cx="266700" cy="304800"/>
                      <wp:effectExtent l="3175" t="2540" r="0" b="0"/>
                      <wp:wrapNone/>
                      <wp:docPr id="10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E0F12" w:rsidRDefault="000E0F12" w:rsidP="000E0F12">
                                  <w:proofErr w:type="gramStart"/>
                                  <w: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5" type="#_x0000_t202" style="position:absolute;margin-left:13.6pt;margin-top:11.8pt;width:21pt;height:2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" filled="f" stroked="f">
                      <v:textbox inset=",7.2pt,,7.2pt">
                        <w:txbxContent>
                          <w:p w:rsidR="000E0F12" w:rsidRDefault="000E0F12" w:rsidP="000E0F12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88900</wp:posOffset>
                      </wp:positionV>
                      <wp:extent cx="112395" cy="113665"/>
                      <wp:effectExtent l="36830" t="36830" r="41275" b="68580"/>
                      <wp:wrapNone/>
                      <wp:docPr id="9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9250898">
                                <a:off x="0" y="0"/>
                                <a:ext cx="112395" cy="113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7A000" id="Rectangle 21" o:spid="_x0000_s1026" style="position:absolute;margin-left:34.25pt;margin-top:7pt;width:8.85pt;height:8.95pt;rotation:-2565846fd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" filled="f" fillcolor="#9bc1ff">
                      <v:fill color2="#3f80cd" focus="100%" type="gradient">
                        <o:fill v:ext="view" type="gradientUnscaled"/>
                      </v:fill>
                      <v:shadow on="t" opacity="22938f" offset="0"/>
                      <v:textbox inset=",7.2pt,,7.2pt"/>
                    </v:rect>
                  </w:pict>
                </mc:Fallback>
              </mc:AlternateContent>
            </w:r>
          </w:p>
          <w:p w:rsidR="000E0F12" w:rsidRDefault="000E0F12" w:rsidP="000E0F12">
            <w:pPr>
              <w:rPr>
                <w:b/>
              </w:rPr>
            </w:pPr>
          </w:p>
          <w:p w:rsidR="000E0F12" w:rsidRDefault="000E0F12" w:rsidP="000E0F12">
            <w:pPr>
              <w:rPr>
                <w:b/>
              </w:rPr>
            </w:pPr>
          </w:p>
          <w:p w:rsidR="000E0F12" w:rsidRPr="004A14FA" w:rsidRDefault="000E0F12" w:rsidP="000E0F12">
            <w:pPr>
              <w:rPr>
                <w:b/>
              </w:rPr>
            </w:pPr>
          </w:p>
          <w:p w:rsidR="000E0F12" w:rsidRDefault="000E0F12" w:rsidP="000E0F12">
            <w:pPr>
              <w:rPr>
                <w:rFonts w:cs="Cambria"/>
              </w:rPr>
            </w:pPr>
            <w:r w:rsidRPr="004A14FA">
              <w:rPr>
                <w:rFonts w:cs="Cambria"/>
              </w:rPr>
              <w:t xml:space="preserve">a. </w:t>
            </w:r>
            <w:r>
              <w:rPr>
                <w:rFonts w:cs="Cambria"/>
              </w:rPr>
              <w:t>Label the lengths of ‘a’ and ‘b’.</w:t>
            </w:r>
          </w:p>
          <w:p w:rsidR="000E0F12" w:rsidRDefault="000E0F12" w:rsidP="000E0F12">
            <w:pPr>
              <w:rPr>
                <w:rFonts w:cs="Cambria"/>
              </w:rPr>
            </w:pPr>
          </w:p>
          <w:p w:rsidR="000E0F12" w:rsidRPr="004A14FA" w:rsidRDefault="000E0F12" w:rsidP="000E0F12">
            <w:pPr>
              <w:rPr>
                <w:rFonts w:cs="Cambria"/>
              </w:rPr>
            </w:pPr>
            <w:proofErr w:type="gramStart"/>
            <w:r>
              <w:rPr>
                <w:rFonts w:cs="Cambria"/>
              </w:rPr>
              <w:t xml:space="preserve">b.  </w:t>
            </w:r>
            <w:r w:rsidRPr="004A14FA">
              <w:rPr>
                <w:rFonts w:cs="Cambria"/>
              </w:rPr>
              <w:t>How</w:t>
            </w:r>
            <w:proofErr w:type="gramEnd"/>
            <w:r w:rsidRPr="004A14FA">
              <w:rPr>
                <w:rFonts w:cs="Cambria"/>
              </w:rPr>
              <w:t xml:space="preserve"> long is each side of the square</w:t>
            </w:r>
            <w:r>
              <w:rPr>
                <w:rFonts w:cs="Cambria"/>
              </w:rPr>
              <w:t xml:space="preserve"> (rounded to the nearest tenth)</w:t>
            </w:r>
            <w:r w:rsidRPr="004A14FA">
              <w:rPr>
                <w:rFonts w:cs="Cambria"/>
              </w:rPr>
              <w:t>?</w:t>
            </w:r>
            <w:r>
              <w:rPr>
                <w:rFonts w:cs="Cambria"/>
              </w:rPr>
              <w:t xml:space="preserve"> </w:t>
            </w:r>
            <w:r>
              <w:rPr>
                <w:rFonts w:cs="Cambria"/>
                <w:i/>
                <w:color w:val="FF0000"/>
              </w:rPr>
              <w:t>(use the Pythagorean Theorem)</w:t>
            </w:r>
          </w:p>
          <w:p w:rsidR="000E0F12" w:rsidRPr="004A14FA" w:rsidRDefault="000E0F12" w:rsidP="000E0F12"/>
          <w:p w:rsidR="000E0F12" w:rsidRPr="004A14FA" w:rsidRDefault="000E0F12" w:rsidP="000E0F12"/>
          <w:p w:rsidR="000E0F12" w:rsidRDefault="000E0F12" w:rsidP="000E0F12"/>
          <w:p w:rsidR="000E0F12" w:rsidRDefault="000E0F12" w:rsidP="000E0F12"/>
          <w:p w:rsidR="000E0F12" w:rsidRDefault="000E0F12" w:rsidP="000E0F12"/>
          <w:p w:rsidR="000E0F12" w:rsidRPr="004A14FA" w:rsidRDefault="000E0F12" w:rsidP="000E0F12">
            <w:r>
              <w:t>c</w:t>
            </w:r>
            <w:r w:rsidRPr="004A14FA">
              <w:t>. Find the perimeter.</w:t>
            </w:r>
          </w:p>
          <w:p w:rsidR="000E0F12" w:rsidRDefault="000E0F12" w:rsidP="000E0F12"/>
          <w:p w:rsidR="000E0F12" w:rsidRDefault="000E0F12" w:rsidP="000E0F12"/>
          <w:p w:rsidR="000E0F12" w:rsidRPr="000A477F" w:rsidRDefault="000E0F12" w:rsidP="000E0F12">
            <w:pPr>
              <w:rPr>
                <w:color w:val="FF0000"/>
              </w:rPr>
            </w:pPr>
            <w:r>
              <w:t xml:space="preserve">d. Find the area.   </w:t>
            </w:r>
            <w:r w:rsidRPr="000A477F">
              <w:rPr>
                <w:color w:val="FF0000"/>
              </w:rPr>
              <w:t>A = S</w:t>
            </w:r>
            <w:r w:rsidRPr="000A477F">
              <w:rPr>
                <w:color w:val="FF0000"/>
                <w:vertAlign w:val="superscript"/>
              </w:rPr>
              <w:t>2</w:t>
            </w:r>
          </w:p>
          <w:p w:rsidR="00791627" w:rsidRPr="00C14ABC" w:rsidRDefault="00791627" w:rsidP="00CF2641"/>
        </w:tc>
      </w:tr>
    </w:tbl>
    <w:p w:rsidR="00791627" w:rsidRPr="00941B18" w:rsidRDefault="00791627" w:rsidP="0079162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5390"/>
      </w:tblGrid>
      <w:tr w:rsidR="00791627" w:rsidRPr="00941B18" w:rsidTr="000E0F12">
        <w:tc>
          <w:tcPr>
            <w:tcW w:w="5508" w:type="dxa"/>
            <w:shd w:val="clear" w:color="auto" w:fill="auto"/>
          </w:tcPr>
          <w:p w:rsidR="00791627" w:rsidRPr="00791627" w:rsidRDefault="00791627" w:rsidP="000E0F1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791627">
              <w:rPr>
                <w:rFonts w:cs="Arial"/>
              </w:rPr>
              <w:t>The size of the obtuse angle of a rhombus is twice the size of its acute angle. The side length of the rhombus is equal to 20 feet. Find its area.</w:t>
            </w: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  <w:p w:rsidR="007410C3" w:rsidRDefault="007410C3" w:rsidP="00CF2641">
            <w:pPr>
              <w:rPr>
                <w:b/>
              </w:rPr>
            </w:pPr>
          </w:p>
          <w:p w:rsidR="007410C3" w:rsidRDefault="007410C3" w:rsidP="00CF2641">
            <w:pPr>
              <w:rPr>
                <w:b/>
              </w:rPr>
            </w:pPr>
          </w:p>
          <w:p w:rsidR="000E0F12" w:rsidRDefault="000E0F12" w:rsidP="00CF2641">
            <w:pPr>
              <w:rPr>
                <w:b/>
              </w:rPr>
            </w:pPr>
          </w:p>
          <w:p w:rsidR="000E0F12" w:rsidRPr="00941B18" w:rsidRDefault="000E0F12" w:rsidP="00CF2641">
            <w:pPr>
              <w:rPr>
                <w:b/>
              </w:rPr>
            </w:pPr>
          </w:p>
          <w:p w:rsidR="00791627" w:rsidRPr="00941B18" w:rsidRDefault="00791627" w:rsidP="00CF2641">
            <w:pPr>
              <w:rPr>
                <w:b/>
              </w:rPr>
            </w:pPr>
          </w:p>
        </w:tc>
        <w:tc>
          <w:tcPr>
            <w:tcW w:w="5508" w:type="dxa"/>
            <w:shd w:val="clear" w:color="auto" w:fill="auto"/>
          </w:tcPr>
          <w:p w:rsidR="00791627" w:rsidRPr="000E0F12" w:rsidRDefault="00791627" w:rsidP="000E0F1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0E0F12">
              <w:rPr>
                <w:rFonts w:ascii="Arial" w:hAnsi="Arial" w:cs="Arial"/>
              </w:rPr>
              <w:t xml:space="preserve"> </w:t>
            </w:r>
            <w:r w:rsidRPr="000E0F12">
              <w:rPr>
                <w:rFonts w:ascii="Calibri" w:hAnsi="Calibri" w:cs="Arial"/>
              </w:rPr>
              <w:t>The lengths of the diagonals of a rhombus are 10 and 24 meters. Find the perimeter of the rhombus.</w:t>
            </w:r>
          </w:p>
        </w:tc>
      </w:tr>
      <w:tr w:rsidR="007410C3" w:rsidRPr="00941B18" w:rsidTr="002757F8">
        <w:tc>
          <w:tcPr>
            <w:tcW w:w="11016" w:type="dxa"/>
            <w:gridSpan w:val="2"/>
            <w:shd w:val="clear" w:color="auto" w:fill="auto"/>
          </w:tcPr>
          <w:p w:rsidR="007410C3" w:rsidRPr="007410C3" w:rsidRDefault="007410C3" w:rsidP="007410C3">
            <w:pPr>
              <w:pStyle w:val="ListParagraph"/>
              <w:numPr>
                <w:ilvl w:val="0"/>
                <w:numId w:val="8"/>
              </w:numPr>
              <w:rPr>
                <w:rFonts w:cs="Arial"/>
              </w:rPr>
            </w:pPr>
            <w:r w:rsidRPr="007410C3">
              <w:rPr>
                <w:rFonts w:cs="Arial"/>
              </w:rPr>
              <w:t xml:space="preserve">The </w:t>
            </w:r>
            <w:r w:rsidRPr="007410C3">
              <w:rPr>
                <w:rFonts w:cs="Arial"/>
                <w:b/>
              </w:rPr>
              <w:t>perimeter</w:t>
            </w:r>
            <w:r w:rsidRPr="007410C3">
              <w:rPr>
                <w:rFonts w:cs="Arial"/>
              </w:rPr>
              <w:t xml:space="preserve"> of a </w:t>
            </w:r>
            <w:r w:rsidRPr="007410C3">
              <w:rPr>
                <w:rFonts w:cs="Arial"/>
                <w:i/>
              </w:rPr>
              <w:t>rhombus</w:t>
            </w:r>
            <w:r w:rsidRPr="007410C3">
              <w:rPr>
                <w:rFonts w:cs="Arial"/>
              </w:rPr>
              <w:t xml:space="preserve"> </w:t>
            </w:r>
            <w:r w:rsidRPr="007410C3">
              <w:rPr>
                <w:rFonts w:cs="Arial"/>
                <w:b/>
              </w:rPr>
              <w:t>is 60 feet</w:t>
            </w:r>
            <w:r w:rsidRPr="007410C3">
              <w:rPr>
                <w:rFonts w:cs="Arial"/>
              </w:rPr>
              <w:t xml:space="preserve"> and one of its </w:t>
            </w:r>
            <w:r w:rsidRPr="007410C3">
              <w:rPr>
                <w:rFonts w:cs="Arial"/>
                <w:b/>
              </w:rPr>
              <w:t>diagonal</w:t>
            </w:r>
            <w:r w:rsidRPr="007410C3">
              <w:rPr>
                <w:rFonts w:cs="Arial"/>
              </w:rPr>
              <w:t xml:space="preserve"> has a </w:t>
            </w:r>
            <w:r w:rsidRPr="007410C3">
              <w:rPr>
                <w:rFonts w:cs="Arial"/>
                <w:b/>
              </w:rPr>
              <w:t>length of 20 feet</w:t>
            </w:r>
            <w:r w:rsidRPr="007410C3">
              <w:rPr>
                <w:rFonts w:cs="Arial"/>
              </w:rPr>
              <w:t xml:space="preserve">. Find the </w:t>
            </w:r>
            <w:r w:rsidRPr="007410C3">
              <w:rPr>
                <w:rFonts w:cs="Arial"/>
                <w:color w:val="FF0000"/>
              </w:rPr>
              <w:t>area</w:t>
            </w:r>
            <w:r w:rsidRPr="007410C3">
              <w:rPr>
                <w:rFonts w:cs="Arial"/>
              </w:rPr>
              <w:t xml:space="preserve"> of the rhombus.</w:t>
            </w:r>
          </w:p>
          <w:p w:rsidR="007410C3" w:rsidRPr="00BD2A8F" w:rsidRDefault="007410C3" w:rsidP="007410C3">
            <w:pPr>
              <w:rPr>
                <w:rFonts w:cs="Arial"/>
              </w:rPr>
            </w:pPr>
          </w:p>
          <w:p w:rsidR="007410C3" w:rsidRDefault="007410C3" w:rsidP="007410C3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1.  Rhombus… all sides are equal.</w:t>
            </w:r>
          </w:p>
          <w:p w:rsidR="007410C3" w:rsidRDefault="007410C3" w:rsidP="007410C3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If the perimeter of a rhombus</w:t>
            </w:r>
          </w:p>
          <w:p w:rsidR="007410C3" w:rsidRDefault="007410C3" w:rsidP="007410C3">
            <w:pPr>
              <w:rPr>
                <w:i/>
                <w:color w:val="FF0000"/>
              </w:rPr>
            </w:pPr>
            <w:proofErr w:type="gramStart"/>
            <w:r>
              <w:rPr>
                <w:i/>
                <w:color w:val="FF0000"/>
              </w:rPr>
              <w:t>is</w:t>
            </w:r>
            <w:proofErr w:type="gramEnd"/>
            <w:r>
              <w:rPr>
                <w:i/>
                <w:color w:val="FF0000"/>
              </w:rPr>
              <w:t xml:space="preserve"> 60 feet, </w:t>
            </w:r>
            <w:r w:rsidRPr="00496A2B">
              <w:rPr>
                <w:b/>
                <w:i/>
                <w:color w:val="FF0000"/>
              </w:rPr>
              <w:t>each</w:t>
            </w:r>
            <w:r>
              <w:rPr>
                <w:i/>
                <w:color w:val="FF0000"/>
              </w:rPr>
              <w:t xml:space="preserve"> side is ______ ft.</w:t>
            </w:r>
          </w:p>
          <w:p w:rsidR="007410C3" w:rsidRDefault="007410C3" w:rsidP="007410C3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LABEL them.</w:t>
            </w:r>
          </w:p>
          <w:p w:rsidR="007410C3" w:rsidRDefault="007410C3" w:rsidP="007410C3">
            <w:pPr>
              <w:rPr>
                <w:i/>
                <w:color w:val="FF0000"/>
              </w:rPr>
            </w:pPr>
          </w:p>
          <w:p w:rsidR="007410C3" w:rsidRDefault="007410C3" w:rsidP="007410C3">
            <w:pPr>
              <w:rPr>
                <w:i/>
                <w:color w:val="FF0000"/>
              </w:rPr>
            </w:pPr>
          </w:p>
          <w:p w:rsidR="007410C3" w:rsidRDefault="007410C3" w:rsidP="007410C3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2.  If the diagonal is 20 feet, each HALF of the diagonal is ______ ft.  LABEL them.</w:t>
            </w:r>
          </w:p>
          <w:p w:rsidR="007410C3" w:rsidRDefault="007410C3" w:rsidP="007410C3">
            <w:pPr>
              <w:rPr>
                <w:i/>
                <w:color w:val="FF0000"/>
              </w:rPr>
            </w:pPr>
          </w:p>
          <w:p w:rsidR="007410C3" w:rsidRDefault="007410C3" w:rsidP="007410C3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lastRenderedPageBreak/>
              <w:t xml:space="preserve">3.  Use the Pythagorean theorem to find the missing pieces of the second diagonal.  </w:t>
            </w:r>
          </w:p>
          <w:p w:rsidR="007410C3" w:rsidRDefault="007410C3" w:rsidP="007410C3">
            <w:pPr>
              <w:rPr>
                <w:i/>
                <w:color w:val="FF0000"/>
              </w:rPr>
            </w:pPr>
          </w:p>
          <w:p w:rsidR="007410C3" w:rsidRDefault="007410C3" w:rsidP="007410C3">
            <w:pPr>
              <w:rPr>
                <w:i/>
                <w:color w:val="FF0000"/>
              </w:rPr>
            </w:pPr>
          </w:p>
          <w:p w:rsidR="007410C3" w:rsidRDefault="007410C3" w:rsidP="007410C3">
            <w:pPr>
              <w:rPr>
                <w:i/>
                <w:color w:val="FF0000"/>
              </w:rPr>
            </w:pPr>
          </w:p>
          <w:p w:rsidR="007410C3" w:rsidRDefault="007410C3" w:rsidP="007410C3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4.  If each HALF of the second diagonal is _____ ft., the whole diagonal is _____ feet.</w:t>
            </w:r>
          </w:p>
          <w:p w:rsidR="007410C3" w:rsidRPr="002524EE" w:rsidRDefault="007410C3" w:rsidP="007410C3">
            <w:pPr>
              <w:rPr>
                <w:i/>
                <w:color w:val="FF0000"/>
              </w:rPr>
            </w:pPr>
          </w:p>
          <w:p w:rsidR="007410C3" w:rsidRPr="007410C3" w:rsidRDefault="007410C3" w:rsidP="007410C3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5.  AREA of a rhombus = ½ (diagonal</w:t>
            </w:r>
            <w:r>
              <w:rPr>
                <w:b/>
                <w:i/>
                <w:color w:val="FF0000"/>
                <w:vertAlign w:val="subscript"/>
              </w:rPr>
              <w:t>1</w:t>
            </w:r>
            <w:r>
              <w:rPr>
                <w:b/>
                <w:i/>
                <w:color w:val="FF0000"/>
              </w:rPr>
              <w:t>)(diagonal</w:t>
            </w:r>
            <w:r>
              <w:rPr>
                <w:b/>
                <w:i/>
                <w:color w:val="FF0000"/>
                <w:vertAlign w:val="subscript"/>
              </w:rPr>
              <w:t>2</w:t>
            </w:r>
            <w:r>
              <w:rPr>
                <w:b/>
                <w:i/>
                <w:color w:val="FF0000"/>
              </w:rPr>
              <w:t>)</w:t>
            </w:r>
          </w:p>
          <w:p w:rsidR="007410C3" w:rsidRPr="00941B18" w:rsidRDefault="007410C3" w:rsidP="00CF2641">
            <w:pPr>
              <w:rPr>
                <w:rFonts w:cs="Arial"/>
              </w:rPr>
            </w:pPr>
          </w:p>
          <w:p w:rsidR="007410C3" w:rsidRPr="00941B18" w:rsidRDefault="007410C3" w:rsidP="00CF2641">
            <w:pPr>
              <w:rPr>
                <w:rFonts w:cs="Arial"/>
              </w:rPr>
            </w:pPr>
          </w:p>
          <w:p w:rsidR="007410C3" w:rsidRPr="00941B18" w:rsidRDefault="007410C3" w:rsidP="00CF2641">
            <w:pPr>
              <w:rPr>
                <w:rFonts w:cs="Arial"/>
              </w:rPr>
            </w:pPr>
          </w:p>
          <w:p w:rsidR="007410C3" w:rsidRPr="00941B18" w:rsidRDefault="007410C3" w:rsidP="007410C3">
            <w:pPr>
              <w:pStyle w:val="ListParagraph"/>
              <w:rPr>
                <w:b/>
              </w:rPr>
            </w:pPr>
          </w:p>
        </w:tc>
      </w:tr>
      <w:tr w:rsidR="00791627" w:rsidTr="000E0F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BF" w:firstRow="1" w:lastRow="0" w:firstColumn="1" w:lastColumn="0" w:noHBand="0" w:noVBand="0"/>
        </w:tblPrEx>
        <w:tc>
          <w:tcPr>
            <w:tcW w:w="5508" w:type="dxa"/>
          </w:tcPr>
          <w:p w:rsidR="00791627" w:rsidRPr="00791627" w:rsidRDefault="00791627" w:rsidP="000E0F1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59" w:lineRule="exact"/>
              <w:rPr>
                <w:b/>
                <w:bCs/>
                <w:color w:val="000000"/>
              </w:rPr>
            </w:pPr>
            <w:r w:rsidRPr="00791627">
              <w:rPr>
                <w:bCs/>
                <w:color w:val="000000"/>
              </w:rPr>
              <w:lastRenderedPageBreak/>
              <w:t xml:space="preserve">Classify </w:t>
            </w:r>
            <w:r w:rsidRPr="00791627">
              <w:rPr>
                <w:bCs/>
                <w:color w:val="000000"/>
                <w:u w:val="single"/>
              </w:rPr>
              <w:t>all</w:t>
            </w:r>
            <w:r w:rsidRPr="00791627">
              <w:rPr>
                <w:bCs/>
                <w:color w:val="000000"/>
              </w:rPr>
              <w:t xml:space="preserve"> quadrilaterals—</w:t>
            </w:r>
            <w:r w:rsidRPr="00791627">
              <w:rPr>
                <w:bCs/>
                <w:i/>
                <w:iCs/>
                <w:color w:val="000000"/>
              </w:rPr>
              <w:t xml:space="preserve">parallelogram, rectangle, rhombus, </w:t>
            </w:r>
            <w:r w:rsidRPr="00791627">
              <w:rPr>
                <w:bCs/>
                <w:color w:val="000000"/>
              </w:rPr>
              <w:t xml:space="preserve">and </w:t>
            </w:r>
            <w:r w:rsidRPr="00791627">
              <w:rPr>
                <w:bCs/>
                <w:i/>
                <w:iCs/>
                <w:color w:val="000000"/>
              </w:rPr>
              <w:t>square</w:t>
            </w:r>
            <w:r w:rsidRPr="00791627">
              <w:rPr>
                <w:bCs/>
                <w:color w:val="000000"/>
              </w:rPr>
              <w:t>—for which the statement is true. (There may be more than one answer per statement.)</w:t>
            </w:r>
          </w:p>
          <w:p w:rsidR="00791627" w:rsidRPr="00C14ABC" w:rsidRDefault="00791627" w:rsidP="00CF2641">
            <w:pPr>
              <w:shd w:val="clear" w:color="auto" w:fill="FFFFFF"/>
              <w:spacing w:line="259" w:lineRule="exact"/>
            </w:pPr>
          </w:p>
          <w:p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It is equilateral.</w:t>
            </w:r>
          </w:p>
          <w:p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The diagonals are congruent.</w:t>
            </w:r>
          </w:p>
          <w:p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480" w:lineRule="auto"/>
              <w:rPr>
                <w:color w:val="000000"/>
              </w:rPr>
            </w:pPr>
            <w:r w:rsidRPr="00C14ABC">
              <w:rPr>
                <w:color w:val="000000"/>
              </w:rPr>
              <w:t>It can contain obtuse angles.</w:t>
            </w:r>
          </w:p>
          <w:p w:rsidR="00791627" w:rsidRPr="00C14ABC" w:rsidRDefault="00791627" w:rsidP="00CF264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C14ABC">
              <w:rPr>
                <w:color w:val="000000"/>
              </w:rPr>
              <w:t>It contains no acute angles.</w:t>
            </w:r>
          </w:p>
          <w:p w:rsidR="00791627" w:rsidRPr="00C14ABC" w:rsidRDefault="00791627" w:rsidP="00CF2641"/>
        </w:tc>
        <w:tc>
          <w:tcPr>
            <w:tcW w:w="5508" w:type="dxa"/>
          </w:tcPr>
          <w:p w:rsidR="00791627" w:rsidRPr="00C14ABC" w:rsidRDefault="000E0F12" w:rsidP="000E0F1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59" w:lineRule="exact"/>
            </w:pPr>
            <w:r w:rsidRPr="004A14FA">
              <w:rPr>
                <w:bCs/>
                <w:color w:val="000000"/>
              </w:rPr>
              <w:t xml:space="preserve">Classify the special quadrilateral. </w:t>
            </w:r>
            <w:r w:rsidRPr="004A14FA">
              <w:rPr>
                <w:bCs/>
                <w:i/>
                <w:iCs/>
                <w:color w:val="000000"/>
              </w:rPr>
              <w:t xml:space="preserve">Explain </w:t>
            </w:r>
            <w:r w:rsidRPr="004A14FA">
              <w:rPr>
                <w:bCs/>
                <w:color w:val="000000"/>
              </w:rPr>
              <w:t xml:space="preserve">your reasoning. 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Cs/>
                <w:i/>
                <w:color w:val="FF0000"/>
              </w:rPr>
              <w:t>What information is given about this figure?</w:t>
            </w:r>
          </w:p>
          <w:p w:rsidR="00791627" w:rsidRPr="00C14ABC" w:rsidRDefault="00791627" w:rsidP="00CF2641"/>
          <w:p w:rsidR="00791627" w:rsidRPr="00C14ABC" w:rsidRDefault="00791627" w:rsidP="00CF2641">
            <w:r>
              <w:rPr>
                <w:noProof/>
              </w:rPr>
              <w:drawing>
                <wp:inline distT="0" distB="0" distL="0" distR="0">
                  <wp:extent cx="1752600" cy="1442331"/>
                  <wp:effectExtent l="19050" t="0" r="0" b="0"/>
                  <wp:docPr id="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442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627" w:rsidTr="000E0F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BF" w:firstRow="1" w:lastRow="0" w:firstColumn="1" w:lastColumn="0" w:noHBand="0" w:noVBand="0"/>
        </w:tblPrEx>
        <w:tc>
          <w:tcPr>
            <w:tcW w:w="5508" w:type="dxa"/>
          </w:tcPr>
          <w:p w:rsidR="000E0F12" w:rsidRPr="00BD2A8F" w:rsidRDefault="000E0F12" w:rsidP="000E0F12">
            <w:pPr>
              <w:pStyle w:val="ListParagraph"/>
              <w:numPr>
                <w:ilvl w:val="0"/>
                <w:numId w:val="8"/>
              </w:numPr>
            </w:pPr>
            <w:r w:rsidRPr="000E0F12">
              <w:rPr>
                <w:bCs/>
                <w:color w:val="000000"/>
              </w:rPr>
              <w:t xml:space="preserve">Find the values of </w:t>
            </w:r>
            <w:r w:rsidRPr="000E0F12">
              <w:rPr>
                <w:bCs/>
                <w:i/>
                <w:iCs/>
                <w:color w:val="000000"/>
              </w:rPr>
              <w:t xml:space="preserve">x </w:t>
            </w:r>
            <w:r w:rsidRPr="000E0F12">
              <w:rPr>
                <w:bCs/>
                <w:color w:val="000000"/>
              </w:rPr>
              <w:t xml:space="preserve">and </w:t>
            </w:r>
            <w:r w:rsidRPr="000E0F12">
              <w:rPr>
                <w:bCs/>
                <w:i/>
                <w:iCs/>
                <w:color w:val="000000"/>
              </w:rPr>
              <w:t>y.</w:t>
            </w:r>
          </w:p>
          <w:p w:rsidR="000E0F12" w:rsidRPr="00BD2A8F" w:rsidRDefault="000E0F12" w:rsidP="000E0F12">
            <w:r>
              <w:rPr>
                <w:noProof/>
              </w:rPr>
              <w:drawing>
                <wp:inline distT="0" distB="0" distL="0" distR="0" wp14:anchorId="1232819F" wp14:editId="5B7011E5">
                  <wp:extent cx="1905000" cy="105673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550" cy="1060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0F12" w:rsidRPr="005F7614" w:rsidRDefault="000E0F12" w:rsidP="000E0F12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Angles ‘S’ and ‘T’ are NOT congruent.  They are _____________, which means </w:t>
            </w:r>
            <w:proofErr w:type="gramStart"/>
            <w:r>
              <w:rPr>
                <w:i/>
                <w:color w:val="FF0000"/>
              </w:rPr>
              <w:t>they</w:t>
            </w:r>
            <w:proofErr w:type="gramEnd"/>
            <w:r>
              <w:rPr>
                <w:i/>
                <w:color w:val="FF0000"/>
              </w:rPr>
              <w:t xml:space="preserve"> ADD UP TO 180</w:t>
            </w:r>
            <w:r>
              <w:rPr>
                <w:i/>
                <w:color w:val="FF0000"/>
                <w:vertAlign w:val="superscript"/>
              </w:rPr>
              <w:t>0</w:t>
            </w:r>
            <w:r>
              <w:rPr>
                <w:i/>
                <w:color w:val="FF0000"/>
              </w:rPr>
              <w:t xml:space="preserve">.  </w:t>
            </w:r>
          </w:p>
          <w:p w:rsidR="000E0F12" w:rsidRPr="00BD2A8F" w:rsidRDefault="000E0F12" w:rsidP="000E0F12"/>
          <w:p w:rsidR="000E0F12" w:rsidRDefault="000E0F12" w:rsidP="000E0F12"/>
          <w:p w:rsidR="000E0F12" w:rsidRDefault="000E0F12" w:rsidP="000E0F12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Sides SV and UV ARE congruent which means that they are EQUAL to each other.</w:t>
            </w:r>
          </w:p>
          <w:p w:rsidR="00791627" w:rsidRDefault="00791627" w:rsidP="00CF2641"/>
          <w:p w:rsidR="00791627" w:rsidRDefault="00791627" w:rsidP="00CF2641"/>
          <w:p w:rsidR="00791627" w:rsidRDefault="00791627" w:rsidP="00CF2641"/>
        </w:tc>
        <w:tc>
          <w:tcPr>
            <w:tcW w:w="5508" w:type="dxa"/>
          </w:tcPr>
          <w:p w:rsidR="00791627" w:rsidRDefault="00791627" w:rsidP="000E0F1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59" w:lineRule="exact"/>
            </w:pPr>
            <w:r w:rsidRPr="00791627">
              <w:rPr>
                <w:bCs/>
                <w:color w:val="000000"/>
              </w:rPr>
              <w:t xml:space="preserve">The diagonals of rhombus </w:t>
            </w:r>
            <w:r w:rsidRPr="00791627">
              <w:rPr>
                <w:bCs/>
                <w:i/>
                <w:iCs/>
                <w:color w:val="000000"/>
              </w:rPr>
              <w:t xml:space="preserve">PQRS </w:t>
            </w:r>
            <w:r w:rsidRPr="00791627">
              <w:rPr>
                <w:bCs/>
                <w:color w:val="000000"/>
              </w:rPr>
              <w:t xml:space="preserve">intersect at </w:t>
            </w:r>
            <w:r w:rsidRPr="00791627">
              <w:rPr>
                <w:bCs/>
                <w:i/>
                <w:iCs/>
                <w:color w:val="000000"/>
              </w:rPr>
              <w:t>T</w:t>
            </w:r>
            <w:r w:rsidRPr="00791627">
              <w:rPr>
                <w:bCs/>
                <w:color w:val="000000"/>
              </w:rPr>
              <w:t xml:space="preserve">. Given that </w:t>
            </w:r>
            <w:r w:rsidRPr="00791627">
              <w:rPr>
                <w:bCs/>
                <w:i/>
                <w:iCs/>
                <w:color w:val="000000"/>
              </w:rPr>
              <w:t>m</w:t>
            </w:r>
            <w:r w:rsidRPr="004D01A9">
              <w:sym w:font="Symbol" w:char="F0D0"/>
            </w:r>
            <w:r w:rsidRPr="00791627">
              <w:rPr>
                <w:bCs/>
                <w:i/>
                <w:iCs/>
                <w:color w:val="000000"/>
              </w:rPr>
              <w:t xml:space="preserve">RPS </w:t>
            </w:r>
            <w:r w:rsidRPr="00791627">
              <w:rPr>
                <w:bCs/>
                <w:color w:val="000000"/>
              </w:rPr>
              <w:t xml:space="preserve">= 30° and </w:t>
            </w:r>
            <w:r w:rsidRPr="00791627">
              <w:rPr>
                <w:bCs/>
                <w:i/>
                <w:iCs/>
                <w:color w:val="000000"/>
              </w:rPr>
              <w:t xml:space="preserve">RT </w:t>
            </w:r>
            <w:r w:rsidRPr="00791627">
              <w:rPr>
                <w:bCs/>
                <w:color w:val="000000"/>
              </w:rPr>
              <w:t>= 6, find the indicated measure.</w:t>
            </w:r>
            <w:r>
              <w:t xml:space="preserve"> </w:t>
            </w:r>
          </w:p>
          <w:p w:rsidR="00791627" w:rsidRDefault="00791627" w:rsidP="00CF2641">
            <w:pPr>
              <w:shd w:val="clear" w:color="auto" w:fill="FFFFFF"/>
              <w:spacing w:line="259" w:lineRule="exact"/>
            </w:pPr>
          </w:p>
          <w:p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m</w:t>
            </w:r>
            <w:r w:rsidRPr="004D01A9">
              <w:rPr>
                <w:b/>
                <w:bCs/>
                <w:color w:val="000000"/>
              </w:rPr>
              <w:sym w:font="Symbol" w:char="F0D0"/>
            </w:r>
            <w:r w:rsidRPr="004D01A9">
              <w:rPr>
                <w:i/>
                <w:iCs/>
                <w:color w:val="000000"/>
              </w:rPr>
              <w:t>QPR</w:t>
            </w:r>
          </w:p>
          <w:p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m</w:t>
            </w:r>
            <w:r w:rsidRPr="004D01A9">
              <w:rPr>
                <w:b/>
                <w:bCs/>
                <w:color w:val="000000"/>
              </w:rPr>
              <w:sym w:font="Symbol" w:char="F0D0"/>
            </w:r>
            <w:r w:rsidRPr="004D01A9">
              <w:rPr>
                <w:i/>
                <w:iCs/>
                <w:color w:val="000000"/>
              </w:rPr>
              <w:t>QTP</w:t>
            </w:r>
          </w:p>
          <w:p w:rsidR="00791627" w:rsidRPr="004D01A9" w:rsidRDefault="00791627" w:rsidP="00791627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 w:rsidRPr="004D01A9">
              <w:rPr>
                <w:i/>
                <w:iCs/>
                <w:color w:val="000000"/>
              </w:rPr>
              <w:t>RP</w:t>
            </w:r>
          </w:p>
          <w:p w:rsidR="00791627" w:rsidRPr="00791627" w:rsidRDefault="00791627" w:rsidP="00CF264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noProof/>
                <w:color w:val="000000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2004695</wp:posOffset>
                  </wp:positionH>
                  <wp:positionV relativeFrom="paragraph">
                    <wp:posOffset>-1244600</wp:posOffset>
                  </wp:positionV>
                  <wp:extent cx="1371600" cy="904875"/>
                  <wp:effectExtent l="19050" t="0" r="0" b="0"/>
                  <wp:wrapTight wrapText="bothSides">
                    <wp:wrapPolygon edited="0">
                      <wp:start x="-300" y="0"/>
                      <wp:lineTo x="-300" y="21373"/>
                      <wp:lineTo x="21600" y="21373"/>
                      <wp:lineTo x="21600" y="0"/>
                      <wp:lineTo x="-300" y="0"/>
                    </wp:wrapPolygon>
                  </wp:wrapTight>
                  <wp:docPr id="1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D01A9">
              <w:rPr>
                <w:i/>
                <w:iCs/>
                <w:color w:val="000000"/>
              </w:rPr>
              <w:t>QT</w:t>
            </w:r>
          </w:p>
        </w:tc>
      </w:tr>
      <w:tr w:rsidR="00791627" w:rsidRPr="00BD2A8F" w:rsidTr="000E0F1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627" w:rsidRPr="00791627" w:rsidRDefault="00791627" w:rsidP="000E0F1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791627">
              <w:rPr>
                <w:b/>
              </w:rPr>
              <w:t>Find the value of each variable in the parallelogram.</w:t>
            </w:r>
          </w:p>
          <w:p w:rsidR="00791627" w:rsidRPr="00791627" w:rsidRDefault="00791627" w:rsidP="00CF2641">
            <w:pPr>
              <w:rPr>
                <w:b/>
              </w:rPr>
            </w:pPr>
            <w:r w:rsidRPr="00791627">
              <w:rPr>
                <w:b/>
                <w:noProof/>
              </w:rPr>
              <w:drawing>
                <wp:inline distT="0" distB="0" distL="0" distR="0">
                  <wp:extent cx="1790700" cy="1152525"/>
                  <wp:effectExtent l="19050" t="0" r="0" b="0"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627" w:rsidRPr="00791627" w:rsidRDefault="00791627" w:rsidP="000E0F12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791627">
              <w:rPr>
                <w:b/>
              </w:rPr>
              <w:t>Find the value of each variable in the parallelogram.</w:t>
            </w:r>
          </w:p>
          <w:p w:rsidR="00791627" w:rsidRPr="00791627" w:rsidRDefault="00791627" w:rsidP="00CF2641">
            <w:pPr>
              <w:rPr>
                <w:b/>
              </w:rPr>
            </w:pPr>
            <w:r w:rsidRPr="00791627">
              <w:rPr>
                <w:b/>
                <w:noProof/>
              </w:rPr>
              <w:drawing>
                <wp:inline distT="0" distB="0" distL="0" distR="0">
                  <wp:extent cx="1581150" cy="1190625"/>
                  <wp:effectExtent l="19050" t="0" r="0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  <w:p w:rsidR="00791627" w:rsidRPr="00791627" w:rsidRDefault="00791627" w:rsidP="00CF2641">
            <w:pPr>
              <w:rPr>
                <w:b/>
              </w:rPr>
            </w:pPr>
          </w:p>
        </w:tc>
      </w:tr>
    </w:tbl>
    <w:p w:rsidR="00791627" w:rsidRPr="00B95376" w:rsidRDefault="00791627" w:rsidP="00791627">
      <w:pPr>
        <w:rPr>
          <w:sz w:val="16"/>
        </w:rPr>
      </w:pPr>
      <w:bookmarkStart w:id="0" w:name="_GoBack"/>
      <w:bookmarkEnd w:id="0"/>
    </w:p>
    <w:p w:rsidR="004A1C66" w:rsidRPr="007410C3" w:rsidRDefault="004A1C66">
      <w:pPr>
        <w:rPr>
          <w:sz w:val="2"/>
        </w:rPr>
      </w:pPr>
    </w:p>
    <w:sectPr w:rsidR="004A1C66" w:rsidRPr="007410C3" w:rsidSect="008D1D28">
      <w:footerReference w:type="default" r:id="rId1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A67" w:rsidRDefault="00C93A67" w:rsidP="004A1C66">
      <w:r>
        <w:separator/>
      </w:r>
    </w:p>
  </w:endnote>
  <w:endnote w:type="continuationSeparator" w:id="0">
    <w:p w:rsidR="00C93A67" w:rsidRDefault="00C93A67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A67" w:rsidRDefault="00C93A67" w:rsidP="004A1C66">
      <w:r>
        <w:separator/>
      </w:r>
    </w:p>
  </w:footnote>
  <w:footnote w:type="continuationSeparator" w:id="0">
    <w:p w:rsidR="00C93A67" w:rsidRDefault="00C93A67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A0A0C"/>
    <w:multiLevelType w:val="hybridMultilevel"/>
    <w:tmpl w:val="52EA7562"/>
    <w:lvl w:ilvl="0" w:tplc="4A308058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5279E"/>
    <w:multiLevelType w:val="hybridMultilevel"/>
    <w:tmpl w:val="AB624D02"/>
    <w:lvl w:ilvl="0" w:tplc="D876D53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2">
    <w:nsid w:val="3C610592"/>
    <w:multiLevelType w:val="hybridMultilevel"/>
    <w:tmpl w:val="AF86538C"/>
    <w:lvl w:ilvl="0" w:tplc="3A76130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A1E0E"/>
    <w:multiLevelType w:val="hybridMultilevel"/>
    <w:tmpl w:val="67EA0E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80C93"/>
    <w:multiLevelType w:val="hybridMultilevel"/>
    <w:tmpl w:val="5B1EE560"/>
    <w:lvl w:ilvl="0" w:tplc="175C7AC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CC6BE9"/>
    <w:multiLevelType w:val="hybridMultilevel"/>
    <w:tmpl w:val="E22690FE"/>
    <w:lvl w:ilvl="0" w:tplc="352668B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27"/>
    <w:rsid w:val="000248E2"/>
    <w:rsid w:val="000E0F12"/>
    <w:rsid w:val="001B0A83"/>
    <w:rsid w:val="001C5B15"/>
    <w:rsid w:val="00242D79"/>
    <w:rsid w:val="00290E04"/>
    <w:rsid w:val="003B785F"/>
    <w:rsid w:val="004A0678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7410C3"/>
    <w:rsid w:val="00791627"/>
    <w:rsid w:val="00846041"/>
    <w:rsid w:val="008D1D28"/>
    <w:rsid w:val="00934081"/>
    <w:rsid w:val="009B59F1"/>
    <w:rsid w:val="009F11A5"/>
    <w:rsid w:val="00B53200"/>
    <w:rsid w:val="00B95376"/>
    <w:rsid w:val="00BC7A8F"/>
    <w:rsid w:val="00C93A67"/>
    <w:rsid w:val="00CE4705"/>
    <w:rsid w:val="00DB3EB2"/>
    <w:rsid w:val="00DD6332"/>
    <w:rsid w:val="00E5621B"/>
    <w:rsid w:val="00E973E4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113A45-90E0-42B2-9F51-41C02396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Darrell Tiénou-Gustafson</dc:creator>
  <cp:lastModifiedBy>Bielmeier, Sean</cp:lastModifiedBy>
  <cp:revision>3</cp:revision>
  <dcterms:created xsi:type="dcterms:W3CDTF">2015-03-23T12:32:00Z</dcterms:created>
  <dcterms:modified xsi:type="dcterms:W3CDTF">2015-03-23T12:32:00Z</dcterms:modified>
</cp:coreProperties>
</file>